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AF" w:rsidRPr="00192835" w:rsidRDefault="00DC67AF" w:rsidP="007F0E95">
      <w:pPr>
        <w:pStyle w:val="Textkrper-Zeileneinzug"/>
        <w:ind w:left="900"/>
        <w:rPr>
          <w:sz w:val="18"/>
          <w:szCs w:val="18"/>
        </w:rPr>
      </w:pPr>
      <w:r w:rsidRPr="00192835">
        <w:rPr>
          <w:sz w:val="18"/>
          <w:szCs w:val="18"/>
        </w:rPr>
        <w:t xml:space="preserve">Anlage 4 zu dem Rahmenvertrag zwischen </w:t>
      </w:r>
      <w:r w:rsidR="00284474">
        <w:rPr>
          <w:sz w:val="18"/>
          <w:szCs w:val="18"/>
        </w:rPr>
        <w:t>de</w:t>
      </w:r>
      <w:r w:rsidR="007B77CD">
        <w:rPr>
          <w:sz w:val="18"/>
          <w:szCs w:val="18"/>
        </w:rPr>
        <w:t>n</w:t>
      </w:r>
      <w:r w:rsidR="00284474">
        <w:rPr>
          <w:sz w:val="18"/>
          <w:szCs w:val="18"/>
        </w:rPr>
        <w:t xml:space="preserve"> </w:t>
      </w:r>
      <w:r w:rsidR="007B77CD">
        <w:rPr>
          <w:sz w:val="18"/>
          <w:szCs w:val="18"/>
        </w:rPr>
        <w:t>Verbänden des Verkehrsgewerbes</w:t>
      </w:r>
      <w:r w:rsidRPr="00192835">
        <w:rPr>
          <w:sz w:val="18"/>
          <w:szCs w:val="18"/>
        </w:rPr>
        <w:t xml:space="preserve"> und den vertragsschließen</w:t>
      </w:r>
      <w:r w:rsidR="001641FA" w:rsidRPr="00192835">
        <w:rPr>
          <w:sz w:val="18"/>
          <w:szCs w:val="18"/>
        </w:rPr>
        <w:t xml:space="preserve">den Krankenkassen vom </w:t>
      </w:r>
      <w:r w:rsidR="000F0FD2">
        <w:rPr>
          <w:sz w:val="18"/>
          <w:szCs w:val="18"/>
        </w:rPr>
        <w:t>28.04.2017</w:t>
      </w:r>
    </w:p>
    <w:p w:rsidR="00DC67AF" w:rsidRPr="00192835" w:rsidRDefault="00DC67AF" w:rsidP="007F0E95">
      <w:pPr>
        <w:ind w:left="900"/>
        <w:rPr>
          <w:rFonts w:cs="Arial"/>
          <w:sz w:val="18"/>
          <w:szCs w:val="18"/>
        </w:rPr>
      </w:pPr>
    </w:p>
    <w:p w:rsidR="00DC67AF" w:rsidRPr="00192835" w:rsidRDefault="00DC67AF" w:rsidP="007F0E95">
      <w:pPr>
        <w:pStyle w:val="Textkrper"/>
        <w:ind w:left="900"/>
        <w:jc w:val="left"/>
        <w:rPr>
          <w:rFonts w:cs="Arial"/>
          <w:sz w:val="18"/>
          <w:szCs w:val="18"/>
        </w:rPr>
      </w:pPr>
      <w:r w:rsidRPr="00192835">
        <w:rPr>
          <w:rFonts w:cs="Arial"/>
          <w:sz w:val="18"/>
          <w:szCs w:val="18"/>
        </w:rPr>
        <w:t>Nach den Maßgaben des § 51 Absatz 2 Nr.1 ist eine Sondervereinbarung nur zulässig, wenn u. a. einen Mindestumsatz je Tarifgebiet mit den Vertragspartnern festg</w:t>
      </w:r>
      <w:r w:rsidRPr="00192835">
        <w:rPr>
          <w:rFonts w:cs="Arial"/>
          <w:sz w:val="18"/>
          <w:szCs w:val="18"/>
        </w:rPr>
        <w:t>e</w:t>
      </w:r>
      <w:r w:rsidRPr="00192835">
        <w:rPr>
          <w:rFonts w:cs="Arial"/>
          <w:sz w:val="18"/>
          <w:szCs w:val="18"/>
        </w:rPr>
        <w:t>legt ist.</w:t>
      </w:r>
    </w:p>
    <w:p w:rsidR="00DC67AF" w:rsidRPr="00192835" w:rsidRDefault="00DC67AF" w:rsidP="007F0E95">
      <w:pPr>
        <w:ind w:left="900"/>
        <w:rPr>
          <w:rFonts w:cs="Arial"/>
          <w:sz w:val="18"/>
          <w:szCs w:val="18"/>
        </w:rPr>
      </w:pPr>
    </w:p>
    <w:p w:rsidR="00DC67AF" w:rsidRPr="00192835" w:rsidRDefault="00DC67AF" w:rsidP="007F0E95">
      <w:pPr>
        <w:pStyle w:val="Textkrper-Einzug3"/>
        <w:rPr>
          <w:sz w:val="18"/>
          <w:szCs w:val="18"/>
        </w:rPr>
      </w:pPr>
      <w:r w:rsidRPr="00192835">
        <w:rPr>
          <w:sz w:val="18"/>
          <w:szCs w:val="18"/>
        </w:rPr>
        <w:t>Aufgrund der Abrechnungen mit den Krankenkassen werden für die Tarifgebiete folgende monatliche M</w:t>
      </w:r>
      <w:r w:rsidR="001641FA" w:rsidRPr="00192835">
        <w:rPr>
          <w:sz w:val="18"/>
          <w:szCs w:val="18"/>
        </w:rPr>
        <w:t>indestumsätze fü</w:t>
      </w:r>
      <w:r w:rsidR="00EB721D">
        <w:rPr>
          <w:sz w:val="18"/>
          <w:szCs w:val="18"/>
        </w:rPr>
        <w:t xml:space="preserve">r die Jahre </w:t>
      </w:r>
      <w:r w:rsidR="007B77CD">
        <w:rPr>
          <w:sz w:val="18"/>
          <w:szCs w:val="18"/>
        </w:rPr>
        <w:t xml:space="preserve"> 2017</w:t>
      </w:r>
      <w:r w:rsidR="00EB721D">
        <w:rPr>
          <w:sz w:val="18"/>
          <w:szCs w:val="18"/>
        </w:rPr>
        <w:t xml:space="preserve"> </w:t>
      </w:r>
      <w:r w:rsidR="007B77CD">
        <w:rPr>
          <w:sz w:val="18"/>
          <w:szCs w:val="18"/>
        </w:rPr>
        <w:t>bis 2019</w:t>
      </w:r>
      <w:r w:rsidR="00EB721D">
        <w:rPr>
          <w:sz w:val="18"/>
          <w:szCs w:val="18"/>
        </w:rPr>
        <w:t xml:space="preserve"> </w:t>
      </w:r>
      <w:r w:rsidRPr="00192835">
        <w:rPr>
          <w:sz w:val="18"/>
          <w:szCs w:val="18"/>
        </w:rPr>
        <w:t xml:space="preserve"> vereinbart:</w:t>
      </w:r>
      <w:r w:rsidR="00AB4AAD" w:rsidRPr="00192835">
        <w:rPr>
          <w:sz w:val="18"/>
          <w:szCs w:val="18"/>
        </w:rPr>
        <w:t xml:space="preserve"> </w:t>
      </w:r>
    </w:p>
    <w:p w:rsidR="00DC67AF" w:rsidRPr="00192835" w:rsidRDefault="00DC67AF" w:rsidP="007F0E95">
      <w:pPr>
        <w:ind w:left="900"/>
        <w:rPr>
          <w:rFonts w:cs="Arial"/>
          <w:sz w:val="18"/>
          <w:szCs w:val="18"/>
        </w:rPr>
      </w:pPr>
    </w:p>
    <w:p w:rsidR="00DC67AF" w:rsidRPr="00192835" w:rsidRDefault="0045252B" w:rsidP="007F0E95">
      <w:pPr>
        <w:ind w:left="900"/>
        <w:rPr>
          <w:rFonts w:cs="Arial"/>
          <w:sz w:val="17"/>
          <w:szCs w:val="17"/>
        </w:rPr>
      </w:pPr>
      <w:r w:rsidRPr="00192835">
        <w:rPr>
          <w:rFonts w:cs="Arial"/>
          <w:sz w:val="17"/>
          <w:szCs w:val="17"/>
        </w:rPr>
        <w:t xml:space="preserve">   (S) = Stadtkreis</w:t>
      </w:r>
    </w:p>
    <w:tbl>
      <w:tblPr>
        <w:tblW w:w="14476" w:type="dxa"/>
        <w:tblCellMar>
          <w:left w:w="0" w:type="dxa"/>
          <w:right w:w="0" w:type="dxa"/>
        </w:tblCellMar>
        <w:tblLook w:val="0000"/>
      </w:tblPr>
      <w:tblGrid>
        <w:gridCol w:w="1860"/>
        <w:gridCol w:w="1701"/>
        <w:gridCol w:w="1701"/>
        <w:gridCol w:w="1843"/>
        <w:gridCol w:w="2075"/>
        <w:gridCol w:w="1752"/>
        <w:gridCol w:w="1746"/>
        <w:gridCol w:w="1798"/>
      </w:tblGrid>
      <w:tr w:rsidR="00B53322" w:rsidRPr="00192835" w:rsidTr="00B53322">
        <w:trPr>
          <w:cantSplit/>
          <w:trHeight w:val="1048"/>
          <w:tblHeader/>
        </w:trPr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b/>
                <w:bCs/>
                <w:color w:val="000000"/>
                <w:sz w:val="14"/>
                <w:szCs w:val="14"/>
              </w:rPr>
            </w:pPr>
            <w:r w:rsidRPr="00192835">
              <w:rPr>
                <w:rFonts w:cs="Arial"/>
                <w:b/>
                <w:bCs/>
                <w:color w:val="000000"/>
                <w:sz w:val="14"/>
                <w:szCs w:val="14"/>
              </w:rPr>
              <w:t>Land-/Stadtkreis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53322" w:rsidRPr="00192835" w:rsidRDefault="00B53322" w:rsidP="00BF37D9">
            <w:pPr>
              <w:jc w:val="center"/>
              <w:rPr>
                <w:rFonts w:eastAsia="Arial Unicode MS" w:cs="Arial"/>
                <w:b/>
                <w:bCs/>
                <w:sz w:val="14"/>
                <w:szCs w:val="14"/>
              </w:rPr>
            </w:pPr>
            <w:r w:rsidRPr="00192835">
              <w:rPr>
                <w:rFonts w:cs="Arial"/>
                <w:b/>
                <w:bCs/>
                <w:sz w:val="14"/>
                <w:szCs w:val="14"/>
              </w:rPr>
              <w:t>Monatlicher</w:t>
            </w:r>
            <w:r w:rsidRPr="00192835">
              <w:rPr>
                <w:rFonts w:cs="Arial"/>
                <w:b/>
                <w:bCs/>
                <w:sz w:val="14"/>
                <w:szCs w:val="14"/>
              </w:rPr>
              <w:br/>
              <w:t>Mindestumsatz 201</w:t>
            </w:r>
            <w:r>
              <w:rPr>
                <w:rFonts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53322" w:rsidRPr="00192835" w:rsidRDefault="00B53322" w:rsidP="00B5332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192835">
              <w:rPr>
                <w:rFonts w:cs="Arial"/>
                <w:b/>
                <w:bCs/>
                <w:sz w:val="14"/>
                <w:szCs w:val="14"/>
              </w:rPr>
              <w:t>Monatlicher</w:t>
            </w:r>
            <w:r w:rsidRPr="00192835">
              <w:rPr>
                <w:rFonts w:cs="Arial"/>
                <w:b/>
                <w:bCs/>
                <w:sz w:val="14"/>
                <w:szCs w:val="14"/>
              </w:rPr>
              <w:br/>
              <w:t>Mindestumsatz 201</w:t>
            </w:r>
            <w:r>
              <w:rPr>
                <w:rFonts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Pr="00192835" w:rsidRDefault="00B53322" w:rsidP="00192553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192835">
              <w:rPr>
                <w:rFonts w:cs="Arial"/>
                <w:b/>
                <w:bCs/>
                <w:sz w:val="14"/>
                <w:szCs w:val="14"/>
              </w:rPr>
              <w:t>Monatlicher</w:t>
            </w:r>
            <w:r w:rsidRPr="00192835">
              <w:rPr>
                <w:rFonts w:cs="Arial"/>
                <w:b/>
                <w:bCs/>
                <w:sz w:val="14"/>
                <w:szCs w:val="14"/>
              </w:rPr>
              <w:br/>
              <w:t>Mindestumsatz 201</w:t>
            </w:r>
            <w:r>
              <w:rPr>
                <w:rFonts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07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b/>
                <w:bCs/>
                <w:color w:val="000000"/>
                <w:sz w:val="14"/>
                <w:szCs w:val="14"/>
              </w:rPr>
            </w:pPr>
            <w:r w:rsidRPr="00192835">
              <w:rPr>
                <w:rFonts w:cs="Arial"/>
                <w:b/>
                <w:bCs/>
                <w:color w:val="000000"/>
                <w:sz w:val="14"/>
                <w:szCs w:val="14"/>
              </w:rPr>
              <w:t>Land-/Stadtkreis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53322" w:rsidRPr="00192835" w:rsidRDefault="00B53322" w:rsidP="006F7186">
            <w:pPr>
              <w:jc w:val="center"/>
              <w:rPr>
                <w:rFonts w:eastAsia="Arial Unicode MS" w:cs="Arial"/>
                <w:b/>
                <w:bCs/>
                <w:sz w:val="14"/>
                <w:szCs w:val="14"/>
              </w:rPr>
            </w:pPr>
            <w:r w:rsidRPr="00192835">
              <w:rPr>
                <w:rFonts w:cs="Arial"/>
                <w:b/>
                <w:bCs/>
                <w:sz w:val="14"/>
                <w:szCs w:val="14"/>
              </w:rPr>
              <w:t>Monatlicher</w:t>
            </w:r>
            <w:r w:rsidRPr="00192835">
              <w:rPr>
                <w:rFonts w:cs="Arial"/>
                <w:b/>
                <w:bCs/>
                <w:sz w:val="14"/>
                <w:szCs w:val="14"/>
              </w:rPr>
              <w:br/>
              <w:t>Mindestumsatz 201</w:t>
            </w:r>
            <w:r w:rsidR="00F33105">
              <w:rPr>
                <w:rFonts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74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53322" w:rsidRPr="00192835" w:rsidRDefault="00B53322" w:rsidP="00B5332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192835">
              <w:rPr>
                <w:rFonts w:cs="Arial"/>
                <w:b/>
                <w:bCs/>
                <w:sz w:val="14"/>
                <w:szCs w:val="14"/>
              </w:rPr>
              <w:t>Monatlicher</w:t>
            </w:r>
            <w:r w:rsidRPr="00192835">
              <w:rPr>
                <w:rFonts w:cs="Arial"/>
                <w:b/>
                <w:bCs/>
                <w:sz w:val="14"/>
                <w:szCs w:val="14"/>
              </w:rPr>
              <w:br/>
              <w:t>Mindestumsatz 201</w:t>
            </w:r>
            <w:r>
              <w:rPr>
                <w:rFonts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79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B53322" w:rsidRPr="00192835" w:rsidRDefault="00B53322" w:rsidP="006F718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192835">
              <w:rPr>
                <w:rFonts w:cs="Arial"/>
                <w:b/>
                <w:bCs/>
                <w:sz w:val="14"/>
                <w:szCs w:val="14"/>
              </w:rPr>
              <w:t>Monatlicher</w:t>
            </w:r>
            <w:r w:rsidRPr="00192835">
              <w:rPr>
                <w:rFonts w:cs="Arial"/>
                <w:b/>
                <w:bCs/>
                <w:sz w:val="14"/>
                <w:szCs w:val="14"/>
              </w:rPr>
              <w:br/>
              <w:t>Mindestumsatz 201</w:t>
            </w:r>
            <w:r w:rsidR="00F33105">
              <w:rPr>
                <w:rFonts w:cs="Arial"/>
                <w:b/>
                <w:bCs/>
                <w:sz w:val="14"/>
                <w:szCs w:val="14"/>
              </w:rPr>
              <w:t>9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Böblingen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21.273 €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22.337 €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23.453 €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Biberach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21.273 €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22.337 €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23.453 €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Ludwigsburg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25.526 €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26.802 €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28.142 €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Bodenseekreis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Rems-Murr-Kreis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25.526 €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26.802 €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28.142 €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Ravensburg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21.273 €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22.337 €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23.453 €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Göppingen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21.273 €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22.337 €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23.453 €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Tübingen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</w:tr>
      <w:tr w:rsidR="00B53322" w:rsidRPr="00192835" w:rsidTr="00B53322">
        <w:trPr>
          <w:trHeight w:val="27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Heidenheim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10.637 €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11.169 €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11.727 €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Alb-Donau-Kreis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Heilbronn (S)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25.526 €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26.802 €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28.142 €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Ulm (S)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5.308 €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5.573 €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5.852 €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pStyle w:val="xl42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rFonts w:eastAsia="Times New Roman" w:cs="Times New Roman"/>
                <w:sz w:val="14"/>
                <w:szCs w:val="14"/>
              </w:rPr>
            </w:pPr>
            <w:r w:rsidRPr="00192835">
              <w:rPr>
                <w:rFonts w:eastAsia="Times New Roman" w:cs="Times New Roman"/>
                <w:sz w:val="14"/>
                <w:szCs w:val="14"/>
              </w:rPr>
              <w:t>Heilbronn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25.526 €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26.802 €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28.142 €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Sigmaringen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10.637 €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11.169 €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11.727 €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rFonts w:eastAsia="Times New Roman"/>
                <w:sz w:val="14"/>
                <w:szCs w:val="14"/>
              </w:rPr>
            </w:pPr>
            <w:proofErr w:type="spellStart"/>
            <w:r w:rsidRPr="00192835">
              <w:rPr>
                <w:sz w:val="14"/>
                <w:szCs w:val="14"/>
              </w:rPr>
              <w:t>Hohenlohekreis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proofErr w:type="spellStart"/>
            <w:r w:rsidRPr="00192835">
              <w:rPr>
                <w:rFonts w:cs="Arial"/>
                <w:sz w:val="14"/>
                <w:szCs w:val="14"/>
              </w:rPr>
              <w:t>Zollernalbkreis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Main-Tauber-Kreis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30.450 €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31.973 €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33.571 €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Breisgau-HSW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7.051 €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7.404 €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7.774 €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Ostalbkreis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21.273 €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22.337 €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23.453 €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Freiburg (S)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Sondervertrag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Schwäbisch Hall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21.273 €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22.337 €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23.453 €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proofErr w:type="spellStart"/>
            <w:r w:rsidRPr="00192835">
              <w:rPr>
                <w:rFonts w:cs="Arial"/>
                <w:sz w:val="14"/>
                <w:szCs w:val="14"/>
              </w:rPr>
              <w:t>Ortenaukreis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56.270 €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59.084 €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62.038 €</w:t>
            </w:r>
          </w:p>
        </w:tc>
      </w:tr>
      <w:tr w:rsidR="00B53322" w:rsidRPr="00192835" w:rsidTr="00B53322">
        <w:trPr>
          <w:trHeight w:val="27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Calw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17.015 €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17.866 €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18.759 €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Emmendingen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Freudenstadt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Konstanz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10.637 €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11.169 €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11.727 €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Karlsruhe (S)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Lörrach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pStyle w:val="xl42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rFonts w:eastAsia="Times New Roman" w:cs="Times New Roman"/>
                <w:sz w:val="14"/>
                <w:szCs w:val="14"/>
              </w:rPr>
            </w:pPr>
            <w:r w:rsidRPr="00192835">
              <w:rPr>
                <w:rFonts w:eastAsia="Times New Roman" w:cs="Times New Roman"/>
                <w:sz w:val="14"/>
                <w:szCs w:val="14"/>
              </w:rPr>
              <w:t>Karlsruhe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25.526 €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26.802 €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28.142 €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Rottweil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rFonts w:eastAsia="Times New Roman"/>
                <w:sz w:val="14"/>
                <w:szCs w:val="14"/>
              </w:rPr>
            </w:pPr>
            <w:r w:rsidRPr="00192835">
              <w:rPr>
                <w:sz w:val="14"/>
                <w:szCs w:val="14"/>
              </w:rPr>
              <w:t>Mannheim (S)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Sondervertrag +</w:t>
            </w:r>
          </w:p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15.745 €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1852" w:rsidRDefault="00AD1852" w:rsidP="00AD185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Sondervertrag +</w:t>
            </w:r>
          </w:p>
          <w:p w:rsidR="00B53322" w:rsidRDefault="00AD1852" w:rsidP="00AD185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16.532 €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D1852" w:rsidRDefault="00AD1852" w:rsidP="00AD185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Sondervertrag +</w:t>
            </w:r>
          </w:p>
          <w:p w:rsidR="00B53322" w:rsidRDefault="00AD1852" w:rsidP="00AD185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17.359 €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Schwarzwald-Baar-Kreis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Rastatt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17.015 €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17.866 €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18.759 €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Tuttlingen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Baden-Baden (S)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5.308 €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5.573 €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5.852 €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Waldshut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Pforzheim (S)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7.051 €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7.404 €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7.774 €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Default="00B53322" w:rsidP="0045252B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proofErr w:type="spellStart"/>
            <w:r w:rsidRPr="00192835">
              <w:rPr>
                <w:rFonts w:cs="Arial"/>
                <w:sz w:val="14"/>
                <w:szCs w:val="14"/>
              </w:rPr>
              <w:t>Enzkreis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Default="00B53322" w:rsidP="0045252B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Neckar-Odenwald-Kreis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28.082 €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29.486 €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30.960 €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Default="00B53322" w:rsidP="0045252B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Heidelberg (S)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7.051 €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7.404 €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7.774 €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Default="00B53322" w:rsidP="0045252B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</w:tr>
      <w:tr w:rsidR="00B53322" w:rsidRPr="00192835" w:rsidTr="00B53322">
        <w:trPr>
          <w:trHeight w:val="25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Rhein-Neckar-Kreis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25.526 €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26.802 €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28.142 €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Default="00B53322" w:rsidP="0045252B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</w:tr>
      <w:tr w:rsidR="00B53322" w:rsidRPr="00192835" w:rsidTr="00B53322">
        <w:trPr>
          <w:trHeight w:val="27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53322" w:rsidRPr="00192835" w:rsidRDefault="00B53322" w:rsidP="0045252B">
            <w:pPr>
              <w:jc w:val="center"/>
              <w:rPr>
                <w:rFonts w:eastAsia="Arial Unicode MS" w:cs="Arial"/>
                <w:sz w:val="14"/>
                <w:szCs w:val="14"/>
              </w:rPr>
            </w:pPr>
            <w:r w:rsidRPr="00192835">
              <w:rPr>
                <w:rFonts w:cs="Arial"/>
                <w:sz w:val="14"/>
                <w:szCs w:val="14"/>
              </w:rPr>
              <w:t>Reutlingen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14.039 €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14.741 €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53322" w:rsidRDefault="00B53322" w:rsidP="00B53322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15.478 €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3322" w:rsidRDefault="00B53322" w:rsidP="0045252B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22" w:rsidRDefault="00B53322" w:rsidP="00BF37D9">
            <w:pPr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</w:tr>
    </w:tbl>
    <w:p w:rsidR="00EB12CE" w:rsidRPr="00192835" w:rsidRDefault="00EB12CE" w:rsidP="0045252B">
      <w:pPr>
        <w:tabs>
          <w:tab w:val="left" w:pos="7230"/>
        </w:tabs>
        <w:rPr>
          <w:sz w:val="17"/>
          <w:szCs w:val="17"/>
        </w:rPr>
      </w:pPr>
    </w:p>
    <w:sectPr w:rsidR="00EB12CE" w:rsidRPr="00192835" w:rsidSect="00192553">
      <w:headerReference w:type="default" r:id="rId8"/>
      <w:footerReference w:type="first" r:id="rId9"/>
      <w:endnotePr>
        <w:numFmt w:val="decimal"/>
      </w:endnotePr>
      <w:pgSz w:w="16840" w:h="11907" w:orient="landscape" w:code="9"/>
      <w:pgMar w:top="425" w:right="1418" w:bottom="1417" w:left="1077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186" w:rsidRPr="00192835" w:rsidRDefault="006F7186">
      <w:pPr>
        <w:rPr>
          <w:sz w:val="17"/>
          <w:szCs w:val="17"/>
        </w:rPr>
      </w:pPr>
      <w:r w:rsidRPr="00192835">
        <w:rPr>
          <w:sz w:val="17"/>
          <w:szCs w:val="17"/>
        </w:rPr>
        <w:separator/>
      </w:r>
    </w:p>
  </w:endnote>
  <w:endnote w:type="continuationSeparator" w:id="0">
    <w:p w:rsidR="006F7186" w:rsidRPr="00192835" w:rsidRDefault="006F7186">
      <w:pPr>
        <w:rPr>
          <w:sz w:val="17"/>
          <w:szCs w:val="17"/>
        </w:rPr>
      </w:pPr>
      <w:r w:rsidRPr="00192835">
        <w:rPr>
          <w:sz w:val="17"/>
          <w:szCs w:val="17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186" w:rsidRPr="00192835" w:rsidRDefault="006F7186">
    <w:pPr>
      <w:pStyle w:val="Fuzeile"/>
      <w:ind w:right="360"/>
      <w:rPr>
        <w:sz w:val="17"/>
        <w:szCs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186" w:rsidRPr="00192835" w:rsidRDefault="006F7186">
      <w:pPr>
        <w:rPr>
          <w:sz w:val="17"/>
          <w:szCs w:val="17"/>
        </w:rPr>
      </w:pPr>
      <w:r w:rsidRPr="00192835">
        <w:rPr>
          <w:sz w:val="17"/>
          <w:szCs w:val="17"/>
        </w:rPr>
        <w:separator/>
      </w:r>
    </w:p>
  </w:footnote>
  <w:footnote w:type="continuationSeparator" w:id="0">
    <w:p w:rsidR="006F7186" w:rsidRPr="00192835" w:rsidRDefault="006F7186">
      <w:pPr>
        <w:rPr>
          <w:sz w:val="17"/>
          <w:szCs w:val="17"/>
        </w:rPr>
      </w:pPr>
      <w:r w:rsidRPr="00192835">
        <w:rPr>
          <w:sz w:val="17"/>
          <w:szCs w:val="17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186" w:rsidRPr="00192835" w:rsidRDefault="006F7186">
    <w:pPr>
      <w:pStyle w:val="Kopfzeile"/>
      <w:framePr w:wrap="around" w:vAnchor="text" w:hAnchor="margin" w:xAlign="right" w:y="1"/>
      <w:rPr>
        <w:rStyle w:val="Seitenzahl"/>
        <w:sz w:val="17"/>
        <w:szCs w:val="17"/>
      </w:rPr>
    </w:pPr>
  </w:p>
  <w:p w:rsidR="006F7186" w:rsidRPr="00192835" w:rsidRDefault="006F7186">
    <w:pPr>
      <w:pStyle w:val="Kopfzeile"/>
      <w:ind w:right="360"/>
      <w:rPr>
        <w:sz w:val="17"/>
        <w:szCs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B"/>
      </v:shape>
    </w:pict>
  </w:numPicBullet>
  <w:abstractNum w:abstractNumId="0">
    <w:nsid w:val="0A812A12"/>
    <w:multiLevelType w:val="hybridMultilevel"/>
    <w:tmpl w:val="6388EFF2"/>
    <w:lvl w:ilvl="0" w:tplc="635A024E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AC3F7F"/>
    <w:multiLevelType w:val="singleLevel"/>
    <w:tmpl w:val="E72C0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">
    <w:nsid w:val="218762E2"/>
    <w:multiLevelType w:val="singleLevel"/>
    <w:tmpl w:val="2F8C9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3">
    <w:nsid w:val="293C1C71"/>
    <w:multiLevelType w:val="singleLevel"/>
    <w:tmpl w:val="7F4CEB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4">
    <w:nsid w:val="33F61666"/>
    <w:multiLevelType w:val="singleLevel"/>
    <w:tmpl w:val="B068010A"/>
    <w:lvl w:ilvl="0">
      <w:start w:val="1"/>
      <w:numFmt w:val="bullet"/>
      <w:pStyle w:val="Aufzhlungszeichen"/>
      <w:lvlText w:val="─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5">
    <w:nsid w:val="3C164FCC"/>
    <w:multiLevelType w:val="singleLevel"/>
    <w:tmpl w:val="F34C4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6">
    <w:nsid w:val="405073DF"/>
    <w:multiLevelType w:val="singleLevel"/>
    <w:tmpl w:val="585C5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7">
    <w:nsid w:val="476C41C6"/>
    <w:multiLevelType w:val="singleLevel"/>
    <w:tmpl w:val="17440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8">
    <w:nsid w:val="485A5E23"/>
    <w:multiLevelType w:val="singleLevel"/>
    <w:tmpl w:val="98AA1D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9">
    <w:nsid w:val="4948209E"/>
    <w:multiLevelType w:val="singleLevel"/>
    <w:tmpl w:val="A53696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>
    <w:nsid w:val="50A812E9"/>
    <w:multiLevelType w:val="singleLevel"/>
    <w:tmpl w:val="8A08F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1">
    <w:nsid w:val="53331BF2"/>
    <w:multiLevelType w:val="hybridMultilevel"/>
    <w:tmpl w:val="901ADFDA"/>
    <w:lvl w:ilvl="0" w:tplc="635A024E">
      <w:start w:val="1"/>
      <w:numFmt w:val="bullet"/>
      <w:lvlText w:val="─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  <w:sz w:val="16"/>
      </w:rPr>
    </w:lvl>
    <w:lvl w:ilvl="1" w:tplc="EF3083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55EBC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50AC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48DF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318D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9AB3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3C92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EE79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C33314"/>
    <w:multiLevelType w:val="hybridMultilevel"/>
    <w:tmpl w:val="6BCCDE74"/>
    <w:lvl w:ilvl="0" w:tplc="635A024E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D80322"/>
    <w:multiLevelType w:val="singleLevel"/>
    <w:tmpl w:val="635A024E"/>
    <w:lvl w:ilvl="0">
      <w:start w:val="1"/>
      <w:numFmt w:val="bullet"/>
      <w:lvlText w:val="─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4">
    <w:nsid w:val="68263706"/>
    <w:multiLevelType w:val="singleLevel"/>
    <w:tmpl w:val="1952D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5">
    <w:nsid w:val="693C61F0"/>
    <w:multiLevelType w:val="hybridMultilevel"/>
    <w:tmpl w:val="119CF7B6"/>
    <w:lvl w:ilvl="0" w:tplc="F48EA0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ED77DFC"/>
    <w:multiLevelType w:val="singleLevel"/>
    <w:tmpl w:val="C70816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7">
    <w:nsid w:val="73247161"/>
    <w:multiLevelType w:val="singleLevel"/>
    <w:tmpl w:val="D6807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8">
    <w:nsid w:val="7F43042E"/>
    <w:multiLevelType w:val="hybridMultilevel"/>
    <w:tmpl w:val="1F52E17C"/>
    <w:lvl w:ilvl="0" w:tplc="635A024E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4">
    <w:abstractNumId w:val="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7">
    <w:abstractNumId w:val="1"/>
  </w:num>
  <w:num w:numId="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10">
    <w:abstractNumId w:val="3"/>
  </w:num>
  <w:num w:numId="11">
    <w:abstractNumId w:val="16"/>
  </w:num>
  <w:num w:numId="12">
    <w:abstractNumId w:val="17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  <w:num w:numId="17">
    <w:abstractNumId w:val="2"/>
  </w:num>
  <w:num w:numId="18">
    <w:abstractNumId w:val="14"/>
  </w:num>
  <w:num w:numId="19">
    <w:abstractNumId w:val="15"/>
  </w:num>
  <w:num w:numId="20">
    <w:abstractNumId w:val="0"/>
  </w:num>
  <w:num w:numId="21">
    <w:abstractNumId w:val="12"/>
  </w:num>
  <w:num w:numId="22">
    <w:abstractNumId w:val="11"/>
  </w:num>
  <w:num w:numId="23">
    <w:abstractNumId w:val="1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de-DE" w:vendorID="9" w:dllVersion="512" w:checkStyle="1"/>
  <w:proofState w:spelling="clean"/>
  <w:revisionView w:markup="0"/>
  <w:defaultTabStop w:val="708"/>
  <w:autoHyphenation/>
  <w:hyphenationZone w:val="425"/>
  <w:drawingGridHorizontalSpacing w:val="11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DC67AF"/>
    <w:rsid w:val="0003054B"/>
    <w:rsid w:val="00043FFE"/>
    <w:rsid w:val="00077261"/>
    <w:rsid w:val="000F0FD2"/>
    <w:rsid w:val="00102EEB"/>
    <w:rsid w:val="001641FA"/>
    <w:rsid w:val="00192553"/>
    <w:rsid w:val="00192835"/>
    <w:rsid w:val="001D6A4D"/>
    <w:rsid w:val="001E4BF9"/>
    <w:rsid w:val="00245CFF"/>
    <w:rsid w:val="00284474"/>
    <w:rsid w:val="002872CC"/>
    <w:rsid w:val="002D3902"/>
    <w:rsid w:val="00316EBB"/>
    <w:rsid w:val="0033489C"/>
    <w:rsid w:val="003553DC"/>
    <w:rsid w:val="00355E01"/>
    <w:rsid w:val="003D7E5F"/>
    <w:rsid w:val="0045252B"/>
    <w:rsid w:val="004843EE"/>
    <w:rsid w:val="00485F7C"/>
    <w:rsid w:val="004E5807"/>
    <w:rsid w:val="004F011B"/>
    <w:rsid w:val="00515A1E"/>
    <w:rsid w:val="00545382"/>
    <w:rsid w:val="005D3D98"/>
    <w:rsid w:val="005F33D4"/>
    <w:rsid w:val="0060631E"/>
    <w:rsid w:val="006137F5"/>
    <w:rsid w:val="0067700D"/>
    <w:rsid w:val="0067783E"/>
    <w:rsid w:val="006A1D15"/>
    <w:rsid w:val="006A71D9"/>
    <w:rsid w:val="006F7186"/>
    <w:rsid w:val="007262A8"/>
    <w:rsid w:val="0074679D"/>
    <w:rsid w:val="007B77CD"/>
    <w:rsid w:val="007D0B6A"/>
    <w:rsid w:val="007F0E95"/>
    <w:rsid w:val="00813043"/>
    <w:rsid w:val="00816F14"/>
    <w:rsid w:val="008F13C4"/>
    <w:rsid w:val="00911080"/>
    <w:rsid w:val="009602BA"/>
    <w:rsid w:val="00964D8E"/>
    <w:rsid w:val="00984B6B"/>
    <w:rsid w:val="00984E82"/>
    <w:rsid w:val="00997F1D"/>
    <w:rsid w:val="009A4B95"/>
    <w:rsid w:val="009A6C45"/>
    <w:rsid w:val="009C4FC0"/>
    <w:rsid w:val="00A008DC"/>
    <w:rsid w:val="00A6217A"/>
    <w:rsid w:val="00A800E5"/>
    <w:rsid w:val="00AB4AAD"/>
    <w:rsid w:val="00AC18F2"/>
    <w:rsid w:val="00AD1852"/>
    <w:rsid w:val="00B044A0"/>
    <w:rsid w:val="00B1613F"/>
    <w:rsid w:val="00B508AC"/>
    <w:rsid w:val="00B53322"/>
    <w:rsid w:val="00B67A8C"/>
    <w:rsid w:val="00BF37D9"/>
    <w:rsid w:val="00C15C7E"/>
    <w:rsid w:val="00C666CC"/>
    <w:rsid w:val="00CA436E"/>
    <w:rsid w:val="00CD02D7"/>
    <w:rsid w:val="00D21228"/>
    <w:rsid w:val="00D57ED9"/>
    <w:rsid w:val="00D8214B"/>
    <w:rsid w:val="00DC67AF"/>
    <w:rsid w:val="00DE577C"/>
    <w:rsid w:val="00DF233A"/>
    <w:rsid w:val="00E1639F"/>
    <w:rsid w:val="00E55AE7"/>
    <w:rsid w:val="00E670DD"/>
    <w:rsid w:val="00E81276"/>
    <w:rsid w:val="00E92935"/>
    <w:rsid w:val="00EA3CB2"/>
    <w:rsid w:val="00EB12CE"/>
    <w:rsid w:val="00EB721D"/>
    <w:rsid w:val="00F33105"/>
    <w:rsid w:val="00F40198"/>
    <w:rsid w:val="00F578AF"/>
    <w:rsid w:val="00FA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7A8C"/>
    <w:pPr>
      <w:widowControl w:val="0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B67A8C"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B67A8C"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rsid w:val="00B67A8C"/>
    <w:pPr>
      <w:keepNext/>
      <w:ind w:right="566"/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B67A8C"/>
    <w:pPr>
      <w:keepNext/>
      <w:widowControl/>
      <w:tabs>
        <w:tab w:val="left" w:pos="0"/>
      </w:tabs>
      <w:ind w:right="566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rsid w:val="00B67A8C"/>
    <w:pPr>
      <w:keepNext/>
      <w:widowControl/>
      <w:ind w:right="566"/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B67A8C"/>
    <w:pPr>
      <w:keepNext/>
      <w:tabs>
        <w:tab w:val="left" w:pos="2268"/>
      </w:tabs>
      <w:jc w:val="both"/>
      <w:outlineLvl w:val="5"/>
    </w:pPr>
    <w:rPr>
      <w:b/>
      <w:sz w:val="24"/>
    </w:rPr>
  </w:style>
  <w:style w:type="paragraph" w:styleId="berschrift7">
    <w:name w:val="heading 7"/>
    <w:basedOn w:val="Standard"/>
    <w:next w:val="Standard"/>
    <w:qFormat/>
    <w:rsid w:val="00B67A8C"/>
    <w:pPr>
      <w:keepNext/>
      <w:widowControl/>
      <w:ind w:right="566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B67A8C"/>
    <w:pPr>
      <w:keepNext/>
      <w:widowControl/>
      <w:ind w:left="284" w:right="566"/>
      <w:outlineLvl w:val="7"/>
    </w:pPr>
    <w:rPr>
      <w:color w:val="FF0000"/>
      <w:u w:val="single"/>
    </w:rPr>
  </w:style>
  <w:style w:type="paragraph" w:styleId="berschrift9">
    <w:name w:val="heading 9"/>
    <w:basedOn w:val="Standard"/>
    <w:next w:val="Standard"/>
    <w:qFormat/>
    <w:rsid w:val="00B67A8C"/>
    <w:pPr>
      <w:keepNext/>
      <w:jc w:val="center"/>
      <w:outlineLvl w:val="8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B67A8C"/>
    <w:pPr>
      <w:jc w:val="center"/>
    </w:pPr>
  </w:style>
  <w:style w:type="paragraph" w:styleId="Kopfzeile">
    <w:name w:val="header"/>
    <w:basedOn w:val="Standard"/>
    <w:semiHidden/>
    <w:rsid w:val="00B67A8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B67A8C"/>
    <w:pPr>
      <w:tabs>
        <w:tab w:val="center" w:pos="4536"/>
        <w:tab w:val="right" w:pos="9072"/>
      </w:tabs>
    </w:pPr>
  </w:style>
  <w:style w:type="paragraph" w:customStyle="1" w:styleId="BlockQuotation">
    <w:name w:val="Block Quotation"/>
    <w:basedOn w:val="Standard"/>
    <w:rsid w:val="00B67A8C"/>
    <w:pPr>
      <w:ind w:left="142" w:right="566" w:hanging="142"/>
    </w:pPr>
  </w:style>
  <w:style w:type="paragraph" w:customStyle="1" w:styleId="Textkrper21">
    <w:name w:val="Textkörper 21"/>
    <w:basedOn w:val="Standard"/>
    <w:rsid w:val="00B67A8C"/>
    <w:pPr>
      <w:ind w:right="566"/>
    </w:pPr>
  </w:style>
  <w:style w:type="character" w:styleId="Seitenzahl">
    <w:name w:val="page number"/>
    <w:basedOn w:val="Absatz-Standardschriftart"/>
    <w:semiHidden/>
    <w:rsid w:val="00B67A8C"/>
  </w:style>
  <w:style w:type="paragraph" w:styleId="Aufzhlungszeichen">
    <w:name w:val="List Bullet"/>
    <w:basedOn w:val="Standard"/>
    <w:autoRedefine/>
    <w:semiHidden/>
    <w:rsid w:val="00DC67AF"/>
    <w:pPr>
      <w:numPr>
        <w:numId w:val="16"/>
      </w:numPr>
      <w:ind w:right="1133"/>
    </w:pPr>
  </w:style>
  <w:style w:type="paragraph" w:customStyle="1" w:styleId="Formatvorlage1">
    <w:name w:val="Formatvorlage1"/>
    <w:basedOn w:val="Standard"/>
    <w:rsid w:val="00B67A8C"/>
    <w:pPr>
      <w:widowControl/>
      <w:ind w:right="566"/>
    </w:pPr>
  </w:style>
  <w:style w:type="paragraph" w:styleId="Blocktext">
    <w:name w:val="Block Text"/>
    <w:basedOn w:val="Standard"/>
    <w:semiHidden/>
    <w:rsid w:val="00B67A8C"/>
    <w:pPr>
      <w:widowControl/>
      <w:ind w:left="284" w:right="566"/>
    </w:pPr>
  </w:style>
  <w:style w:type="paragraph" w:styleId="Dokumentstruktur">
    <w:name w:val="Document Map"/>
    <w:basedOn w:val="Standard"/>
    <w:semiHidden/>
    <w:rsid w:val="00B67A8C"/>
    <w:pPr>
      <w:shd w:val="clear" w:color="auto" w:fill="000080"/>
    </w:pPr>
    <w:rPr>
      <w:rFonts w:ascii="Tahoma" w:hAnsi="Tahoma"/>
    </w:rPr>
  </w:style>
  <w:style w:type="paragraph" w:styleId="Titel">
    <w:name w:val="Title"/>
    <w:basedOn w:val="Standard"/>
    <w:qFormat/>
    <w:rsid w:val="00B67A8C"/>
    <w:pPr>
      <w:widowControl/>
      <w:ind w:right="566"/>
      <w:jc w:val="center"/>
    </w:pPr>
    <w:rPr>
      <w:b/>
      <w:sz w:val="24"/>
    </w:rPr>
  </w:style>
  <w:style w:type="paragraph" w:styleId="Textkrper2">
    <w:name w:val="Body Text 2"/>
    <w:basedOn w:val="Standard"/>
    <w:semiHidden/>
    <w:rsid w:val="00B67A8C"/>
    <w:rPr>
      <w:b/>
      <w:sz w:val="28"/>
    </w:rPr>
  </w:style>
  <w:style w:type="paragraph" w:styleId="Textkrper3">
    <w:name w:val="Body Text 3"/>
    <w:basedOn w:val="Standard"/>
    <w:semiHidden/>
    <w:rsid w:val="00B67A8C"/>
    <w:pPr>
      <w:widowControl/>
      <w:ind w:right="566"/>
    </w:pPr>
    <w:rPr>
      <w:b/>
    </w:rPr>
  </w:style>
  <w:style w:type="paragraph" w:styleId="Sprechblasentext">
    <w:name w:val="Balloon Text"/>
    <w:basedOn w:val="Standard"/>
    <w:semiHidden/>
    <w:rsid w:val="00B67A8C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semiHidden/>
    <w:rsid w:val="00B67A8C"/>
    <w:pPr>
      <w:ind w:left="284"/>
    </w:pPr>
  </w:style>
  <w:style w:type="paragraph" w:styleId="Textkrper-Einzug2">
    <w:name w:val="Body Text Indent 2"/>
    <w:basedOn w:val="Standard"/>
    <w:semiHidden/>
    <w:rsid w:val="00B67A8C"/>
    <w:pPr>
      <w:ind w:left="-142" w:firstLine="142"/>
    </w:pPr>
  </w:style>
  <w:style w:type="paragraph" w:customStyle="1" w:styleId="xl42">
    <w:name w:val="xl42"/>
    <w:basedOn w:val="Standard"/>
    <w:rsid w:val="00B67A8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8"/>
      <w:szCs w:val="18"/>
    </w:rPr>
  </w:style>
  <w:style w:type="paragraph" w:styleId="Textkrper-Einzug3">
    <w:name w:val="Body Text Indent 3"/>
    <w:basedOn w:val="Standard"/>
    <w:semiHidden/>
    <w:rsid w:val="00B67A8C"/>
    <w:pPr>
      <w:ind w:left="900"/>
    </w:pPr>
    <w:rPr>
      <w:rFonts w:cs="Arial"/>
      <w:sz w:val="24"/>
    </w:rPr>
  </w:style>
  <w:style w:type="paragraph" w:styleId="Listenabsatz">
    <w:name w:val="List Paragraph"/>
    <w:basedOn w:val="Standard"/>
    <w:uiPriority w:val="34"/>
    <w:qFormat/>
    <w:rsid w:val="0081304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0B5755-4F90-4158-8A32-6A028563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Rahmenvertrag</vt:lpstr>
    </vt:vector>
  </TitlesOfParts>
  <Company>Innungskrankenkasse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Rahmenvertrag</dc:title>
  <dc:creator>Konz97</dc:creator>
  <cp:lastModifiedBy>Vetter, Marcus-Tobias [BW]</cp:lastModifiedBy>
  <cp:revision>7</cp:revision>
  <cp:lastPrinted>2016-03-23T13:20:00Z</cp:lastPrinted>
  <dcterms:created xsi:type="dcterms:W3CDTF">2017-03-17T14:20:00Z</dcterms:created>
  <dcterms:modified xsi:type="dcterms:W3CDTF">2017-05-04T08:19:00Z</dcterms:modified>
</cp:coreProperties>
</file>